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DC" w:rsidRDefault="00CA79DC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9DC" w:rsidRPr="00533862" w:rsidRDefault="00CA79DC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CA79DC" w:rsidRPr="00106F15" w:rsidRDefault="00CA79DC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CA79DC" w:rsidRPr="00533862" w:rsidRDefault="00CA79DC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CA79DC" w:rsidRPr="00106F15" w:rsidRDefault="00CA79DC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F902E4">
        <w:rPr>
          <w:rFonts w:ascii="Arial" w:hAnsi="Arial" w:cs="Arial"/>
          <w:b/>
          <w:caps/>
          <w:noProof/>
          <w:sz w:val="28"/>
          <w:szCs w:val="28"/>
        </w:rPr>
        <w:t>325</w:t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p w:rsidR="00430A67" w:rsidRPr="00430A67" w:rsidRDefault="00430A67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color w:val="FF0000"/>
          <w:sz w:val="48"/>
          <w:szCs w:val="48"/>
        </w:rPr>
      </w:pPr>
      <w:r w:rsidRPr="00430A67">
        <w:rPr>
          <w:rFonts w:ascii="Arial" w:hAnsi="Arial" w:cs="Arial"/>
          <w:b/>
          <w:caps/>
          <w:color w:val="FF0000"/>
          <w:sz w:val="48"/>
          <w:szCs w:val="48"/>
        </w:rPr>
        <w:t>TRABALHO RETIR</w:t>
      </w:r>
      <w:bookmarkStart w:id="0" w:name="_GoBack"/>
      <w:bookmarkEnd w:id="0"/>
      <w:r w:rsidRPr="00430A67">
        <w:rPr>
          <w:rFonts w:ascii="Arial" w:hAnsi="Arial" w:cs="Arial"/>
          <w:b/>
          <w:caps/>
          <w:color w:val="FF0000"/>
          <w:sz w:val="48"/>
          <w:szCs w:val="48"/>
        </w:rPr>
        <w:t>ADO PELO AUTOR</w:t>
      </w:r>
    </w:p>
    <w:sectPr w:rsidR="00430A67" w:rsidRPr="00430A67" w:rsidSect="00CA79D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E79" w:rsidRDefault="00AC3E79">
      <w:r>
        <w:separator/>
      </w:r>
    </w:p>
  </w:endnote>
  <w:endnote w:type="continuationSeparator" w:id="0">
    <w:p w:rsidR="00AC3E79" w:rsidRDefault="00AC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44FFF" w:rsidRDefault="0022200E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Pr="00150EE2" w:rsidRDefault="0022200E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E79" w:rsidRDefault="00AC3E79">
      <w:r>
        <w:separator/>
      </w:r>
    </w:p>
  </w:footnote>
  <w:footnote w:type="continuationSeparator" w:id="0">
    <w:p w:rsidR="00AC3E79" w:rsidRDefault="00AC3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2200E" w:rsidRPr="00317C1A" w:rsidRDefault="0022200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/201</w:t>
    </w:r>
    <w:r>
      <w:rPr>
        <w:rFonts w:ascii="Arial" w:hAnsi="Arial" w:cs="Arial"/>
        <w:b/>
        <w:sz w:val="20"/>
        <w:szCs w:val="20"/>
        <w:u w:val="single"/>
      </w:rPr>
      <w:t>8</w:t>
    </w:r>
    <w:r w:rsidRPr="00317C1A">
      <w:rPr>
        <w:rFonts w:ascii="Arial" w:hAnsi="Arial" w:cs="Arial"/>
        <w:b/>
        <w:sz w:val="20"/>
        <w:szCs w:val="20"/>
        <w:u w:val="single"/>
      </w:rPr>
      <w:t xml:space="preserve"> - 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0979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22200E" w:rsidRPr="00EB04D6" w:rsidRDefault="002220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3360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00E" w:rsidRDefault="002220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0E" w:rsidRDefault="0022200E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EB04D6" w:rsidRDefault="0022200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22200E" w:rsidRPr="00EB04D6" w:rsidRDefault="0022200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200E" w:rsidRPr="00F73DA3" w:rsidRDefault="0022200E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22200E" w:rsidRPr="00F73DA3" w:rsidRDefault="0022200E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22200E" w:rsidRPr="00F73DA3" w:rsidRDefault="0022200E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22200E" w:rsidRPr="00F73DA3" w:rsidRDefault="0022200E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2200E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6221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30A6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3E7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A79DC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0979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B58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06A1-57AB-4A52-AE20-D74B946C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2</cp:revision>
  <cp:lastPrinted>2017-01-27T16:52:00Z</cp:lastPrinted>
  <dcterms:created xsi:type="dcterms:W3CDTF">2018-08-13T13:29:00Z</dcterms:created>
  <dcterms:modified xsi:type="dcterms:W3CDTF">2018-08-14T13:32:00Z</dcterms:modified>
</cp:coreProperties>
</file>